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5378"/>
        <w:gridCol w:w="1116"/>
        <w:gridCol w:w="1469"/>
        <w:gridCol w:w="1602"/>
      </w:tblGrid>
      <w:tr w:rsidR="0015565B" w:rsidRPr="00DF25B3" w:rsidTr="009E2836">
        <w:trPr>
          <w:trHeight w:val="315"/>
          <w:jc w:val="center"/>
        </w:trPr>
        <w:tc>
          <w:tcPr>
            <w:tcW w:w="6091" w:type="dxa"/>
            <w:gridSpan w:val="2"/>
            <w:shd w:val="clear" w:color="auto" w:fill="auto"/>
            <w:noWrap/>
            <w:vAlign w:val="bottom"/>
          </w:tcPr>
          <w:p w:rsidR="0015565B" w:rsidRPr="00DF25B3" w:rsidRDefault="002129F6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Ε</w:t>
            </w:r>
          </w:p>
        </w:tc>
        <w:tc>
          <w:tcPr>
            <w:tcW w:w="1116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E2836">
        <w:trPr>
          <w:trHeight w:val="315"/>
          <w:jc w:val="center"/>
        </w:trPr>
        <w:tc>
          <w:tcPr>
            <w:tcW w:w="6091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1E6292" w:rsidP="00D152A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9E283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Ε2-</w:t>
            </w:r>
            <w:r w:rsidR="009E2836" w:rsidRPr="009E283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Ο2.Ε67 </w:t>
            </w:r>
            <w:bookmarkStart w:id="0" w:name="_GoBack"/>
            <w:bookmarkEnd w:id="0"/>
            <w:r w:rsidR="009E2836" w:rsidRPr="009E283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Σύστημα οπτικοακουστικής παρακολούθησης</w:t>
            </w:r>
          </w:p>
        </w:tc>
        <w:tc>
          <w:tcPr>
            <w:tcW w:w="1116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E2836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0575E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5378" w:type="dxa"/>
            <w:shd w:val="clear" w:color="auto" w:fill="auto"/>
            <w:vAlign w:val="bottom"/>
            <w:hideMark/>
          </w:tcPr>
          <w:p w:rsidR="0015565B" w:rsidRPr="002129F6" w:rsidRDefault="0015565B" w:rsidP="000575E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116" w:type="dxa"/>
          </w:tcPr>
          <w:p w:rsidR="0015565B" w:rsidRPr="002129F6" w:rsidRDefault="0015565B" w:rsidP="000575E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0575E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0575E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9E2836" w:rsidRPr="00DF25B3" w:rsidTr="009E2836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9E2836" w:rsidRPr="00DF25B3" w:rsidRDefault="009E2836" w:rsidP="009E28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836" w:rsidRPr="00A8070F" w:rsidRDefault="009E2836" w:rsidP="009E2836">
            <w:r w:rsidRPr="00A8070F">
              <w:t>Δύο (2) Τεμάχια Συστημάτων οπτικοακουστικής παρακολούθησης (</w:t>
            </w:r>
            <w:r w:rsidRPr="00A8070F">
              <w:rPr>
                <w:lang w:val="en-GB"/>
              </w:rPr>
              <w:t>CPV</w:t>
            </w:r>
            <w:r w:rsidRPr="00A8070F">
              <w:t xml:space="preserve"> 32323000-3 για τα εργαστήρια)</w:t>
            </w:r>
          </w:p>
        </w:tc>
        <w:tc>
          <w:tcPr>
            <w:tcW w:w="1116" w:type="dxa"/>
          </w:tcPr>
          <w:p w:rsidR="009E2836" w:rsidRPr="00DF25B3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9E2836" w:rsidRPr="00DF25B3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9E2836" w:rsidRPr="00DF25B3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9E2836" w:rsidRPr="00DF25B3" w:rsidTr="009E2836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9E2836" w:rsidRPr="00DF25B3" w:rsidRDefault="009E2836" w:rsidP="009E28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836" w:rsidRPr="00A8070F" w:rsidRDefault="009E2836" w:rsidP="009E2836">
            <w:pPr>
              <w:rPr>
                <w:lang w:val="en-US"/>
              </w:rPr>
            </w:pPr>
            <w:proofErr w:type="spellStart"/>
            <w:r w:rsidRPr="00A8070F">
              <w:rPr>
                <w:lang w:val="en-US"/>
              </w:rPr>
              <w:t>Maxhub</w:t>
            </w:r>
            <w:proofErr w:type="spellEnd"/>
            <w:r w:rsidRPr="00A8070F">
              <w:rPr>
                <w:lang w:val="en-US"/>
              </w:rPr>
              <w:t xml:space="preserve"> C6530 IFP V6 Classic Series 4K 65" Interactive Display, IR Touch, </w:t>
            </w:r>
            <w:proofErr w:type="spellStart"/>
            <w:r w:rsidRPr="00A8070F">
              <w:rPr>
                <w:lang w:val="en-US"/>
              </w:rPr>
              <w:t>WiFi</w:t>
            </w:r>
            <w:proofErr w:type="spellEnd"/>
            <w:r w:rsidRPr="00A8070F">
              <w:rPr>
                <w:lang w:val="en-US"/>
              </w:rPr>
              <w:t>, Wireless Collaboration MXHB-0001</w:t>
            </w:r>
          </w:p>
        </w:tc>
        <w:tc>
          <w:tcPr>
            <w:tcW w:w="1116" w:type="dxa"/>
          </w:tcPr>
          <w:p w:rsidR="009E2836" w:rsidRPr="00DF25B3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9E2836" w:rsidRPr="00DF25B3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9E2836" w:rsidRPr="00DF25B3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9E2836" w:rsidRPr="00DF25B3" w:rsidTr="009E2836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9E2836" w:rsidRPr="00DF25B3" w:rsidRDefault="009E2836" w:rsidP="009E28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836" w:rsidRPr="00A8070F" w:rsidRDefault="009E2836" w:rsidP="009E2836">
            <w:pPr>
              <w:rPr>
                <w:lang w:val="en-US"/>
              </w:rPr>
            </w:pPr>
            <w:proofErr w:type="spellStart"/>
            <w:r w:rsidRPr="00A8070F">
              <w:rPr>
                <w:lang w:val="en-US"/>
              </w:rPr>
              <w:t>Maxhub</w:t>
            </w:r>
            <w:proofErr w:type="spellEnd"/>
            <w:r w:rsidRPr="00A8070F">
              <w:rPr>
                <w:lang w:val="en-US"/>
              </w:rPr>
              <w:t xml:space="preserve"> MT61N-i5 (16G+256G) Windows PC Module 16G RAM, 256G SSD (Serial ATA), Integrated Graphic Card MXHB-0019</w:t>
            </w:r>
          </w:p>
        </w:tc>
        <w:tc>
          <w:tcPr>
            <w:tcW w:w="1116" w:type="dxa"/>
          </w:tcPr>
          <w:p w:rsidR="009E2836" w:rsidRPr="00DF25B3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9E2836" w:rsidRPr="00DF25B3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9E2836" w:rsidRPr="00DF25B3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9E2836" w:rsidRPr="00DF25B3" w:rsidTr="009E2836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9E2836" w:rsidRPr="00DF25B3" w:rsidRDefault="009E2836" w:rsidP="009E28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836" w:rsidRPr="00A8070F" w:rsidRDefault="009E2836" w:rsidP="009E2836">
            <w:pPr>
              <w:rPr>
                <w:lang w:val="en-US"/>
              </w:rPr>
            </w:pPr>
            <w:proofErr w:type="spellStart"/>
            <w:r w:rsidRPr="00A8070F">
              <w:rPr>
                <w:lang w:val="en-US"/>
              </w:rPr>
              <w:t>Maxhub</w:t>
            </w:r>
            <w:proofErr w:type="spellEnd"/>
            <w:r w:rsidRPr="00A8070F">
              <w:rPr>
                <w:lang w:val="en-US"/>
              </w:rPr>
              <w:t xml:space="preserve"> ST41B Mobile Stand for 55"/65"/75"/86" Flat Panel -max. load 100KG MXHB-0007</w:t>
            </w:r>
          </w:p>
        </w:tc>
        <w:tc>
          <w:tcPr>
            <w:tcW w:w="1116" w:type="dxa"/>
          </w:tcPr>
          <w:p w:rsidR="009E2836" w:rsidRPr="00DF25B3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9E2836" w:rsidRPr="00DF25B3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9E2836" w:rsidRPr="00DF25B3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9E2836" w:rsidRPr="00DF25B3" w:rsidTr="009E2836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9E2836" w:rsidRPr="00DF25B3" w:rsidRDefault="009E2836" w:rsidP="009E28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836" w:rsidRPr="00A8070F" w:rsidRDefault="009E2836" w:rsidP="009E2836">
            <w:pPr>
              <w:rPr>
                <w:lang w:val="en-GB"/>
              </w:rPr>
            </w:pPr>
            <w:proofErr w:type="spellStart"/>
            <w:r w:rsidRPr="00A8070F">
              <w:rPr>
                <w:lang w:val="en-US"/>
              </w:rPr>
              <w:t>Maxhub</w:t>
            </w:r>
            <w:proofErr w:type="spellEnd"/>
            <w:r w:rsidRPr="00A8070F">
              <w:rPr>
                <w:lang w:val="en-US"/>
              </w:rPr>
              <w:t xml:space="preserve"> UC BM35 Wireless Speakerphone, 8 Mic Array, Dual Speakers, Bluetooth, NFC, incl. </w:t>
            </w:r>
            <w:r w:rsidRPr="00A8070F">
              <w:rPr>
                <w:lang w:val="en-GB"/>
              </w:rPr>
              <w:t>USB Dongle, USB Cable(1m) MXHB- 0004</w:t>
            </w:r>
          </w:p>
        </w:tc>
        <w:tc>
          <w:tcPr>
            <w:tcW w:w="1116" w:type="dxa"/>
          </w:tcPr>
          <w:p w:rsidR="009E2836" w:rsidRPr="00DF25B3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9E2836" w:rsidRPr="00DF25B3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9E2836" w:rsidRPr="00DF25B3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9E2836" w:rsidRPr="00DF25B3" w:rsidTr="009E2836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9E2836" w:rsidRPr="00DF25B3" w:rsidRDefault="009E2836" w:rsidP="009E28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836" w:rsidRPr="00A8070F" w:rsidRDefault="009E2836" w:rsidP="009E2836">
            <w:pPr>
              <w:rPr>
                <w:lang w:val="en-US"/>
              </w:rPr>
            </w:pPr>
            <w:r w:rsidRPr="00A8070F">
              <w:rPr>
                <w:lang w:val="en-US"/>
              </w:rPr>
              <w:t xml:space="preserve"> Smart </w:t>
            </w:r>
            <w:proofErr w:type="spellStart"/>
            <w:r w:rsidRPr="00A8070F">
              <w:rPr>
                <w:lang w:val="en-GB"/>
              </w:rPr>
              <w:t>Τηλεόρ</w:t>
            </w:r>
            <w:proofErr w:type="spellEnd"/>
            <w:r w:rsidRPr="00A8070F">
              <w:rPr>
                <w:lang w:val="en-GB"/>
              </w:rPr>
              <w:t>αση</w:t>
            </w:r>
            <w:r w:rsidRPr="00A8070F">
              <w:rPr>
                <w:lang w:val="en-US"/>
              </w:rPr>
              <w:t xml:space="preserve"> 43" 4K UHD LED TX-43MX600E HDR (2023)</w:t>
            </w:r>
          </w:p>
        </w:tc>
        <w:tc>
          <w:tcPr>
            <w:tcW w:w="1116" w:type="dxa"/>
          </w:tcPr>
          <w:p w:rsidR="009E2836" w:rsidRPr="00DF25B3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9E2836" w:rsidRPr="00DF25B3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9E2836" w:rsidRPr="00DF25B3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9E2836" w:rsidRPr="00EF62A6" w:rsidTr="009E2836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9E2836" w:rsidRPr="00DF25B3" w:rsidRDefault="009E2836" w:rsidP="009E28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836" w:rsidRPr="00A8070F" w:rsidRDefault="009E2836" w:rsidP="009E2836">
            <w:pPr>
              <w:rPr>
                <w:lang w:val="en-US"/>
              </w:rPr>
            </w:pPr>
            <w:r w:rsidRPr="00A8070F">
              <w:rPr>
                <w:lang w:val="en-US"/>
              </w:rPr>
              <w:t xml:space="preserve"> Smart </w:t>
            </w:r>
            <w:proofErr w:type="spellStart"/>
            <w:r w:rsidRPr="00A8070F">
              <w:rPr>
                <w:lang w:val="en-GB"/>
              </w:rPr>
              <w:t>Τηλεόρ</w:t>
            </w:r>
            <w:proofErr w:type="spellEnd"/>
            <w:r w:rsidRPr="00A8070F">
              <w:rPr>
                <w:lang w:val="en-GB"/>
              </w:rPr>
              <w:t>αση</w:t>
            </w:r>
            <w:r w:rsidRPr="00A8070F">
              <w:rPr>
                <w:lang w:val="en-US"/>
              </w:rPr>
              <w:t xml:space="preserve"> 65" 4K UHD LED TX-65MX600E HDR (2023)</w:t>
            </w:r>
          </w:p>
        </w:tc>
        <w:tc>
          <w:tcPr>
            <w:tcW w:w="1116" w:type="dxa"/>
          </w:tcPr>
          <w:p w:rsidR="009E2836" w:rsidRPr="00EF62A6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9E2836" w:rsidRPr="00EF62A6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9E2836" w:rsidRPr="00EF62A6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9E2836" w:rsidRPr="00DF25B3" w:rsidTr="009E2836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9E2836" w:rsidRPr="00DF25B3" w:rsidRDefault="009E2836" w:rsidP="009E28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836" w:rsidRPr="00A8070F" w:rsidRDefault="009E2836" w:rsidP="009E2836">
            <w:pPr>
              <w:rPr>
                <w:lang w:val="en-US"/>
              </w:rPr>
            </w:pPr>
            <w:proofErr w:type="spellStart"/>
            <w:r w:rsidRPr="00A8070F">
              <w:rPr>
                <w:lang w:val="en-US"/>
              </w:rPr>
              <w:t>Cablexpert</w:t>
            </w:r>
            <w:proofErr w:type="spellEnd"/>
            <w:r w:rsidRPr="00A8070F">
              <w:rPr>
                <w:lang w:val="en-US"/>
              </w:rPr>
              <w:t xml:space="preserve"> 4 Ports HDMI Splitter DSP-4PH4-02</w:t>
            </w:r>
          </w:p>
        </w:tc>
        <w:tc>
          <w:tcPr>
            <w:tcW w:w="1116" w:type="dxa"/>
          </w:tcPr>
          <w:p w:rsidR="009E2836" w:rsidRPr="00DF25B3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9E2836" w:rsidRPr="00DF25B3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9E2836" w:rsidRPr="00DF25B3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9E2836" w:rsidRPr="00DF25B3" w:rsidTr="009E2836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9E2836" w:rsidRPr="00DF25B3" w:rsidRDefault="009E2836" w:rsidP="009E28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9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836" w:rsidRPr="00A8070F" w:rsidRDefault="009E2836" w:rsidP="009E2836">
            <w:pPr>
              <w:rPr>
                <w:lang w:val="en-US"/>
              </w:rPr>
            </w:pPr>
            <w:proofErr w:type="spellStart"/>
            <w:r w:rsidRPr="00A8070F">
              <w:rPr>
                <w:lang w:val="en-US"/>
              </w:rPr>
              <w:t>Cablexpert</w:t>
            </w:r>
            <w:proofErr w:type="spellEnd"/>
            <w:r w:rsidRPr="00A8070F">
              <w:rPr>
                <w:lang w:val="en-US"/>
              </w:rPr>
              <w:t xml:space="preserve"> Active Optical HDMI 2.0 Cable HDMI male - HDMI male 30m </w:t>
            </w:r>
            <w:r w:rsidRPr="00A8070F">
              <w:rPr>
                <w:lang w:val="en-GB"/>
              </w:rPr>
              <w:t>Μα</w:t>
            </w:r>
            <w:proofErr w:type="spellStart"/>
            <w:r w:rsidRPr="00A8070F">
              <w:rPr>
                <w:lang w:val="en-GB"/>
              </w:rPr>
              <w:t>ύρο</w:t>
            </w:r>
            <w:proofErr w:type="spellEnd"/>
          </w:p>
        </w:tc>
        <w:tc>
          <w:tcPr>
            <w:tcW w:w="1116" w:type="dxa"/>
          </w:tcPr>
          <w:p w:rsidR="009E2836" w:rsidRPr="00DF25B3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9E2836" w:rsidRPr="00DF25B3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9E2836" w:rsidRPr="00DF25B3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9E2836" w:rsidRPr="00DF25B3" w:rsidTr="009E2836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9E2836" w:rsidRPr="00DF25B3" w:rsidRDefault="009E2836" w:rsidP="009E28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10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836" w:rsidRPr="00A8070F" w:rsidRDefault="009E2836" w:rsidP="009E2836">
            <w:pPr>
              <w:rPr>
                <w:lang w:val="en-US"/>
              </w:rPr>
            </w:pPr>
            <w:proofErr w:type="spellStart"/>
            <w:r w:rsidRPr="00A8070F">
              <w:rPr>
                <w:lang w:val="en-US"/>
              </w:rPr>
              <w:t>Gembird</w:t>
            </w:r>
            <w:proofErr w:type="spellEnd"/>
            <w:r w:rsidRPr="00A8070F">
              <w:rPr>
                <w:lang w:val="en-US"/>
              </w:rPr>
              <w:t xml:space="preserve"> HDMI Repeater GM-HDMI-Repeater</w:t>
            </w:r>
          </w:p>
        </w:tc>
        <w:tc>
          <w:tcPr>
            <w:tcW w:w="1116" w:type="dxa"/>
          </w:tcPr>
          <w:p w:rsidR="009E2836" w:rsidRPr="00DF25B3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9E2836" w:rsidRPr="00DF25B3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9E2836" w:rsidRPr="00DF25B3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9E2836" w:rsidRPr="00DF25B3" w:rsidTr="009E2836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9E2836" w:rsidRPr="00DF25B3" w:rsidRDefault="009E2836" w:rsidP="009E28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11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836" w:rsidRPr="00A8070F" w:rsidRDefault="009E2836" w:rsidP="009E2836">
            <w:r w:rsidRPr="00A8070F">
              <w:rPr>
                <w:lang w:val="en-GB"/>
              </w:rPr>
              <w:t>Sonic</w:t>
            </w:r>
            <w:r w:rsidRPr="00A8070F">
              <w:t xml:space="preserve"> </w:t>
            </w:r>
            <w:r w:rsidRPr="00A8070F">
              <w:rPr>
                <w:lang w:val="en-GB"/>
              </w:rPr>
              <w:t>Gear</w:t>
            </w:r>
            <w:r w:rsidRPr="00A8070F">
              <w:t xml:space="preserve"> Ασύρματο Δυναμικό Μικρόφωνο </w:t>
            </w:r>
            <w:r w:rsidRPr="00A8070F">
              <w:rPr>
                <w:lang w:val="en-GB"/>
              </w:rPr>
              <w:t>WMS</w:t>
            </w:r>
            <w:r w:rsidRPr="00A8070F">
              <w:t xml:space="preserve"> 7000 </w:t>
            </w:r>
            <w:r w:rsidRPr="00A8070F">
              <w:rPr>
                <w:lang w:val="en-GB"/>
              </w:rPr>
              <w:t>UL</w:t>
            </w:r>
            <w:r w:rsidRPr="00A8070F">
              <w:t xml:space="preserve"> Χειρός Φωνής</w:t>
            </w:r>
          </w:p>
        </w:tc>
        <w:tc>
          <w:tcPr>
            <w:tcW w:w="1116" w:type="dxa"/>
          </w:tcPr>
          <w:p w:rsidR="009E2836" w:rsidRPr="00DF25B3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9E2836" w:rsidRPr="00DF25B3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9E2836" w:rsidRPr="00DF25B3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9E2836" w:rsidRPr="00A8070F" w:rsidTr="009E283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836" w:rsidRPr="002129F6" w:rsidRDefault="009E2836" w:rsidP="009E28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12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836" w:rsidRPr="00A8070F" w:rsidRDefault="009E2836" w:rsidP="009E2836">
            <w:proofErr w:type="spellStart"/>
            <w:r w:rsidRPr="00A8070F">
              <w:rPr>
                <w:lang w:val="en-GB"/>
              </w:rPr>
              <w:t>Gembird</w:t>
            </w:r>
            <w:proofErr w:type="spellEnd"/>
            <w:r w:rsidRPr="00A8070F">
              <w:t xml:space="preserve"> </w:t>
            </w:r>
            <w:r w:rsidRPr="00A8070F">
              <w:rPr>
                <w:lang w:val="en-GB"/>
              </w:rPr>
              <w:t>WM</w:t>
            </w:r>
            <w:r w:rsidRPr="00A8070F">
              <w:t>-70</w:t>
            </w:r>
            <w:r w:rsidRPr="00A8070F">
              <w:rPr>
                <w:lang w:val="en-GB"/>
              </w:rPr>
              <w:t>ST</w:t>
            </w:r>
            <w:r w:rsidRPr="00A8070F">
              <w:t>-01 Βάση Τηλεόρασης Τοίχου έως 70" και 35</w:t>
            </w:r>
            <w:r w:rsidRPr="00A8070F">
              <w:rPr>
                <w:lang w:val="en-GB"/>
              </w:rPr>
              <w:t>kg</w:t>
            </w:r>
            <w:r w:rsidRPr="00A8070F">
              <w:t xml:space="preserve"> Μαύρο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36" w:rsidRPr="002129F6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836" w:rsidRPr="002129F6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836" w:rsidRPr="002129F6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9E2836" w:rsidRPr="00A8070F" w:rsidTr="009E283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836" w:rsidRPr="002129F6" w:rsidRDefault="009E2836" w:rsidP="009E28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13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836" w:rsidRPr="00A8070F" w:rsidRDefault="009E2836" w:rsidP="009E2836">
            <w:r w:rsidRPr="00A8070F">
              <w:t>Ο προμηθευτής υποχρεούται να εγκαταστήσει και να παραδώσει το όργανο σε πλήρη λειτουργία και να εκπαιδεύσει το προσωπικό που θα του υποδειχθεί, πλήρως στην λειτουργία του.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36" w:rsidRPr="002129F6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836" w:rsidRPr="002129F6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836" w:rsidRPr="002129F6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9E2836" w:rsidRPr="00A8070F" w:rsidTr="009E283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836" w:rsidRPr="002129F6" w:rsidRDefault="009E2836" w:rsidP="009E28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14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836" w:rsidRPr="00A8070F" w:rsidRDefault="009E2836" w:rsidP="009E2836">
            <w:r w:rsidRPr="00A8070F">
              <w:t>Να παρέχεται εγγύηση καλής λειτουργίας δύο ετών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36" w:rsidRPr="002129F6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836" w:rsidRPr="002129F6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836" w:rsidRPr="002129F6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9E2836" w:rsidRPr="00A8070F" w:rsidTr="009E283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836" w:rsidRPr="002129F6" w:rsidRDefault="009E2836" w:rsidP="009E28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15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836" w:rsidRPr="00A8070F" w:rsidRDefault="009E2836" w:rsidP="009E2836">
            <w:r w:rsidRPr="00A8070F">
              <w:t>Να εξασφαλίζεται ή ύπαρξη ανταλλακτικών για επτά (7) τουλάχιστον έτη μετά τη λήξη παραγωγής του προσφερόμενου μοντέλου.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36" w:rsidRPr="002129F6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836" w:rsidRPr="002129F6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836" w:rsidRPr="002129F6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9E2836" w:rsidRPr="00A8070F" w:rsidTr="009E283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E2836" w:rsidRPr="002129F6" w:rsidRDefault="009E2836" w:rsidP="009E283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lastRenderedPageBreak/>
              <w:t>16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2836" w:rsidRPr="00A8070F" w:rsidRDefault="009E2836" w:rsidP="009E2836">
            <w:r w:rsidRPr="00A8070F">
              <w:t xml:space="preserve">Ο προμηθευτής και ο κατασκευαστής θα πρέπει να είναι απαραιτήτως πιστοποιημένοι κατά </w:t>
            </w:r>
            <w:r w:rsidRPr="00A8070F">
              <w:rPr>
                <w:lang w:val="en-GB"/>
              </w:rPr>
              <w:t>ISO</w:t>
            </w:r>
            <w:r w:rsidRPr="00A8070F">
              <w:t xml:space="preserve"> 9001:2008.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836" w:rsidRPr="002129F6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836" w:rsidRPr="002129F6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2836" w:rsidRPr="002129F6" w:rsidRDefault="009E2836" w:rsidP="009E283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 w:rsidP="002129F6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129F6"/>
    <w:rsid w:val="00406FB0"/>
    <w:rsid w:val="00863E00"/>
    <w:rsid w:val="009E2836"/>
    <w:rsid w:val="00A40B4A"/>
    <w:rsid w:val="00D152AD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59212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26B44366</Template>
  <TotalTime>2</TotalTime>
  <Pages>2</Pages>
  <Words>259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2025-09-10T08:14:00Z</dcterms:created>
  <dcterms:modified xsi:type="dcterms:W3CDTF">2025-09-11T07:40:00Z</dcterms:modified>
</cp:coreProperties>
</file>